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EB" w:rsidRDefault="005757EB">
      <w:r>
        <w:t>General:</w:t>
      </w:r>
    </w:p>
    <w:p w:rsidR="00344420" w:rsidRDefault="001D769C">
      <w:r>
        <w:t>There is one or two pixels shift for some polygons.</w:t>
      </w:r>
    </w:p>
    <w:p w:rsidR="00EB5DF3" w:rsidRDefault="001D769C" w:rsidP="001D769C">
      <w:pPr>
        <w:pBdr>
          <w:bottom w:val="single" w:sz="6" w:space="1" w:color="auto"/>
        </w:pBdr>
        <w:ind w:firstLine="720"/>
      </w:pPr>
      <w:r>
        <w:t>How are we going to consider this later for validation?</w:t>
      </w:r>
    </w:p>
    <w:p w:rsidR="005757EB" w:rsidRDefault="005757EB" w:rsidP="005757EB">
      <w:pPr>
        <w:pBdr>
          <w:top w:val="single" w:sz="6" w:space="31" w:color="auto"/>
          <w:bottom w:val="single" w:sz="6" w:space="1" w:color="auto"/>
        </w:pBdr>
        <w:ind w:firstLine="720"/>
      </w:pPr>
    </w:p>
    <w:p w:rsidR="005757EB" w:rsidRDefault="005757EB" w:rsidP="005757EB">
      <w:pPr>
        <w:pBdr>
          <w:top w:val="single" w:sz="6" w:space="1" w:color="auto"/>
          <w:bottom w:val="single" w:sz="6" w:space="1" w:color="auto"/>
        </w:pBdr>
      </w:pPr>
      <w:r>
        <w:t xml:space="preserve">20150601 </w:t>
      </w:r>
      <w:r>
        <w:t>Digitized fields</w:t>
      </w:r>
    </w:p>
    <w:p w:rsidR="001D769C" w:rsidRDefault="00EB5DF3" w:rsidP="00EB5DF3">
      <w:r>
        <w:t>Record 8: Height of 28meter??? For native forest!</w:t>
      </w:r>
    </w:p>
    <w:p w:rsidR="00E21FEF" w:rsidRDefault="00E21FEF" w:rsidP="00EB5DF3">
      <w:r>
        <w:t>Record 16: this is bare soil! Could it be also corn seeding but what should we label it?</w:t>
      </w:r>
    </w:p>
    <w:p w:rsidR="00416AA4" w:rsidRDefault="00416AA4" w:rsidP="00416AA4">
      <w:r>
        <w:t>Record 19: the type is not soil! It is green in satellite images and also in the photo it looks green. I suggest to change it to pasture or grass!</w:t>
      </w:r>
    </w:p>
    <w:p w:rsidR="00CF245C" w:rsidRDefault="00CF245C" w:rsidP="00606C17">
      <w:r>
        <w:t>Record 2</w:t>
      </w:r>
      <w:r w:rsidR="00606C17">
        <w:t>6: there is green vegetation in the photo as well as in the Landsat images, it is probably better to label it as grass not harvested corn!</w:t>
      </w:r>
    </w:p>
    <w:p w:rsidR="00BA51A2" w:rsidRDefault="00BA51A2" w:rsidP="00BA51A2">
      <w:r>
        <w:t>Record 43: is this really harvested sugarcane? Or we should just label it sparse vegetation!</w:t>
      </w:r>
    </w:p>
    <w:p w:rsidR="00FA68EA" w:rsidRDefault="00FA68EA" w:rsidP="00BA51A2">
      <w:r>
        <w:t>Record 44 &amp; 45 the borders have been changed according to the Landsat images.</w:t>
      </w:r>
    </w:p>
    <w:p w:rsidR="00FC5F79" w:rsidRDefault="00FC5F79" w:rsidP="00BA51A2">
      <w:r>
        <w:t>Record 88: extended to include the neighbor field as well.</w:t>
      </w:r>
    </w:p>
    <w:p w:rsidR="003A1491" w:rsidRDefault="003A1491" w:rsidP="00BA51A2">
      <w:r>
        <w:t>Record 98: corrected for the part that seemed to be bare soil.</w:t>
      </w:r>
    </w:p>
    <w:p w:rsidR="00B83F70" w:rsidRDefault="00B83F70" w:rsidP="00F814A5">
      <w:r>
        <w:t xml:space="preserve">Record 102: </w:t>
      </w:r>
      <w:r w:rsidR="00C851A2">
        <w:t>A</w:t>
      </w:r>
      <w:r>
        <w:t xml:space="preserve">n extra part is </w:t>
      </w:r>
      <w:r w:rsidR="00F814A5">
        <w:t>added</w:t>
      </w:r>
      <w:r>
        <w:t xml:space="preserve"> to the citrus field.</w:t>
      </w:r>
    </w:p>
    <w:p w:rsidR="00077C25" w:rsidRDefault="00077C25" w:rsidP="00F814A5"/>
    <w:p w:rsidR="00077C25" w:rsidRDefault="008C1407" w:rsidP="00F814A5">
      <w:r>
        <w:t>In this file, I changed some records without mentioning here but in the file I created another field and for those that I changed I put 3 and for those without change 1 and for those that I left comments I put 2.</w:t>
      </w:r>
    </w:p>
    <w:p w:rsidR="008C1407" w:rsidRDefault="008C1407" w:rsidP="00F814A5"/>
    <w:p w:rsidR="008C1407" w:rsidRDefault="008C1407" w:rsidP="00F814A5"/>
    <w:p w:rsidR="00011ED4" w:rsidRDefault="00011ED4" w:rsidP="00F814A5"/>
    <w:p w:rsidR="00011ED4" w:rsidRDefault="00011ED4" w:rsidP="00F814A5"/>
    <w:p w:rsidR="00011ED4" w:rsidRDefault="00011ED4" w:rsidP="00F814A5"/>
    <w:p w:rsidR="008C1407" w:rsidRDefault="008C1407" w:rsidP="00F814A5"/>
    <w:p w:rsidR="00A11BB6" w:rsidRDefault="00A11BB6" w:rsidP="00F814A5">
      <w:pPr>
        <w:pBdr>
          <w:top w:val="single" w:sz="6" w:space="1" w:color="auto"/>
          <w:bottom w:val="single" w:sz="6" w:space="1" w:color="auto"/>
        </w:pBdr>
      </w:pPr>
      <w:r>
        <w:lastRenderedPageBreak/>
        <w:t>20150529 Digitized fields</w:t>
      </w:r>
    </w:p>
    <w:p w:rsidR="00077C25" w:rsidRDefault="00077C25" w:rsidP="00077C25">
      <w:bookmarkStart w:id="0" w:name="_GoBack"/>
      <w:bookmarkEnd w:id="0"/>
      <w:r>
        <w:t>Record 2, I changed the borders to match the google image.</w:t>
      </w:r>
    </w:p>
    <w:p w:rsidR="00991BB5" w:rsidRDefault="00991BB5" w:rsidP="00991BB5">
      <w:r>
        <w:t xml:space="preserve">Record </w:t>
      </w:r>
      <w:r>
        <w:t>13</w:t>
      </w:r>
      <w:r>
        <w:t>, I changed the borders to match the google image.</w:t>
      </w:r>
    </w:p>
    <w:p w:rsidR="00097808" w:rsidRDefault="00097808" w:rsidP="00097808">
      <w:r>
        <w:t xml:space="preserve">Record </w:t>
      </w:r>
      <w:r>
        <w:t>17, it is not very clear! Maybe better to change!</w:t>
      </w:r>
    </w:p>
    <w:p w:rsidR="0000775B" w:rsidRDefault="0000775B" w:rsidP="00097808">
      <w:r>
        <w:t>Record 24, it is p</w:t>
      </w:r>
      <w:r w:rsidR="00D25EAA">
        <w:t>artly soil, not clear the borders.</w:t>
      </w:r>
    </w:p>
    <w:p w:rsidR="00D25EAA" w:rsidRDefault="00D25EAA" w:rsidP="00324F60">
      <w:r>
        <w:t>Record 25, it is “</w:t>
      </w:r>
      <w:r w:rsidR="00756083" w:rsidRPr="00756083">
        <w:t>Sorghum</w:t>
      </w:r>
      <w:r>
        <w:t>”! It has been written “other”</w:t>
      </w:r>
      <w:r w:rsidR="00756083">
        <w:t xml:space="preserve">. Changed to” </w:t>
      </w:r>
      <w:r w:rsidR="00756083" w:rsidRPr="00756083">
        <w:t>Sorghum</w:t>
      </w:r>
      <w:r w:rsidR="00756083">
        <w:t>”.</w:t>
      </w:r>
    </w:p>
    <w:p w:rsidR="00324F60" w:rsidRDefault="00324F60" w:rsidP="00324F60">
      <w:r>
        <w:t>Record 28, I changed the borders to match the google earth.</w:t>
      </w:r>
    </w:p>
    <w:p w:rsidR="00A37045" w:rsidRDefault="00A37045" w:rsidP="00F1361C">
      <w:r>
        <w:t xml:space="preserve">Records </w:t>
      </w:r>
      <w:r w:rsidR="00F1361C">
        <w:t xml:space="preserve">40, </w:t>
      </w:r>
      <w:r>
        <w:t>41</w:t>
      </w:r>
      <w:r w:rsidR="00F1361C">
        <w:t xml:space="preserve"> and 42</w:t>
      </w:r>
      <w:r>
        <w:t>, there is a big shift (two pixels) from the Landsat image. Should we correct?</w:t>
      </w:r>
    </w:p>
    <w:p w:rsidR="00A332B5" w:rsidRDefault="00A332B5" w:rsidP="00F1361C">
      <w:r>
        <w:t>Record 53, this is soy bean I think!</w:t>
      </w:r>
    </w:p>
    <w:p w:rsidR="00C100D4" w:rsidRDefault="00C100D4" w:rsidP="00F1361C">
      <w:r>
        <w:t>Record 55, I changed the border!</w:t>
      </w:r>
    </w:p>
    <w:p w:rsidR="0037471A" w:rsidRDefault="0037471A" w:rsidP="00F1361C">
      <w:r>
        <w:t xml:space="preserve">Record 62, there is a big shift (2 pixels )from the </w:t>
      </w:r>
      <w:proofErr w:type="spellStart"/>
      <w:r>
        <w:t>Landsdat</w:t>
      </w:r>
      <w:proofErr w:type="spellEnd"/>
      <w:r>
        <w:t xml:space="preserve"> image.</w:t>
      </w:r>
    </w:p>
    <w:p w:rsidR="00FE5AEB" w:rsidRDefault="00FE5AEB" w:rsidP="00F1361C">
      <w:r>
        <w:t>Record 70, I changed the pixel border according to NDVI map.</w:t>
      </w:r>
    </w:p>
    <w:p w:rsidR="007341B0" w:rsidRDefault="007341B0" w:rsidP="007341B0">
      <w:r>
        <w:t>Record 80: This cannot be sugarcane! Must be changed!</w:t>
      </w:r>
      <w:r w:rsidR="00FE70A6">
        <w:t xml:space="preserve"> More like soil!</w:t>
      </w:r>
    </w:p>
    <w:p w:rsidR="0049488A" w:rsidRDefault="0049488A" w:rsidP="007341B0">
      <w:r>
        <w:t>Record 81, I changed the border according to the NDVI map.</w:t>
      </w:r>
    </w:p>
    <w:p w:rsidR="0028664A" w:rsidRDefault="0028664A" w:rsidP="007341B0">
      <w:r>
        <w:t>Record 83, the border is not clear in the images!</w:t>
      </w:r>
    </w:p>
    <w:p w:rsidR="00BF5F30" w:rsidRDefault="00BF5F30" w:rsidP="007341B0">
      <w:r>
        <w:t>Record 86, a very big shif</w:t>
      </w:r>
      <w:r w:rsidR="000A2C66">
        <w:t>t</w:t>
      </w:r>
      <w:r>
        <w:t xml:space="preserve"> between the google and the Landsat image (almost 3 pixels), what to do?</w:t>
      </w:r>
    </w:p>
    <w:p w:rsidR="000A2C66" w:rsidRDefault="000A2C66" w:rsidP="007341B0">
      <w:r>
        <w:t>Record 94, This is for sure not native forest ! maybe SOIL, in both the Landsat and google image is not native forest!</w:t>
      </w:r>
      <w:r w:rsidR="00F85BCA">
        <w:t xml:space="preserve"> I have changed it to soil in the file!</w:t>
      </w:r>
    </w:p>
    <w:p w:rsidR="00D67296" w:rsidRDefault="00D67296" w:rsidP="007341B0">
      <w:r>
        <w:t>Record 97, I changed the border!</w:t>
      </w:r>
    </w:p>
    <w:p w:rsidR="002850F6" w:rsidRDefault="002850F6" w:rsidP="007341B0">
      <w:r>
        <w:t>Record 99, I changed the border!</w:t>
      </w:r>
    </w:p>
    <w:p w:rsidR="00C34CC3" w:rsidRDefault="00C34CC3" w:rsidP="007341B0">
      <w:r>
        <w:t>Record 100, I changed the bored!</w:t>
      </w:r>
    </w:p>
    <w:p w:rsidR="00E66724" w:rsidRDefault="00E66724" w:rsidP="008F031C">
      <w:r>
        <w:t>Record 101, this is native forest. I changed it in the table to native forest!</w:t>
      </w:r>
      <w:r w:rsidR="008F031C">
        <w:t xml:space="preserve"> Actually the photo doesn’t match the area digitized! I decided to label the area digitized as native forest.</w:t>
      </w:r>
    </w:p>
    <w:p w:rsidR="00641BF2" w:rsidRDefault="00641BF2" w:rsidP="008F031C">
      <w:r>
        <w:t>Record 102, there is a big shift!</w:t>
      </w:r>
    </w:p>
    <w:p w:rsidR="00057756" w:rsidRDefault="00057756" w:rsidP="008F031C">
      <w:r>
        <w:t>Record 103, very small field and not clear what it is. Better to remove I think.</w:t>
      </w:r>
    </w:p>
    <w:p w:rsidR="0000775B" w:rsidRDefault="0000775B" w:rsidP="00097808"/>
    <w:p w:rsidR="0000775B" w:rsidRDefault="0000775B" w:rsidP="00097808"/>
    <w:p w:rsidR="0000775B" w:rsidRDefault="0000775B" w:rsidP="00097808"/>
    <w:p w:rsidR="0000775B" w:rsidRPr="00077C25" w:rsidRDefault="0000775B" w:rsidP="00097808"/>
    <w:p w:rsidR="00991BB5" w:rsidRPr="00077C25" w:rsidRDefault="00991BB5" w:rsidP="00077C25"/>
    <w:sectPr w:rsidR="00991BB5" w:rsidRPr="00077C2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9C"/>
    <w:rsid w:val="0000775B"/>
    <w:rsid w:val="00011ED4"/>
    <w:rsid w:val="00044DD9"/>
    <w:rsid w:val="00057756"/>
    <w:rsid w:val="00073994"/>
    <w:rsid w:val="00077C25"/>
    <w:rsid w:val="00097808"/>
    <w:rsid w:val="000A2C66"/>
    <w:rsid w:val="001D769C"/>
    <w:rsid w:val="002850F6"/>
    <w:rsid w:val="0028664A"/>
    <w:rsid w:val="00324F60"/>
    <w:rsid w:val="00344420"/>
    <w:rsid w:val="0037471A"/>
    <w:rsid w:val="003A1491"/>
    <w:rsid w:val="00416AA4"/>
    <w:rsid w:val="0049488A"/>
    <w:rsid w:val="004B3A46"/>
    <w:rsid w:val="004B66B1"/>
    <w:rsid w:val="005757EB"/>
    <w:rsid w:val="00606C17"/>
    <w:rsid w:val="00641BF2"/>
    <w:rsid w:val="007341B0"/>
    <w:rsid w:val="00756083"/>
    <w:rsid w:val="008C1407"/>
    <w:rsid w:val="008F031C"/>
    <w:rsid w:val="00991BB5"/>
    <w:rsid w:val="009B4291"/>
    <w:rsid w:val="00A11BB6"/>
    <w:rsid w:val="00A332B5"/>
    <w:rsid w:val="00A37045"/>
    <w:rsid w:val="00B83F70"/>
    <w:rsid w:val="00BA51A2"/>
    <w:rsid w:val="00BF5F30"/>
    <w:rsid w:val="00C055EE"/>
    <w:rsid w:val="00C100D4"/>
    <w:rsid w:val="00C34CC3"/>
    <w:rsid w:val="00C851A2"/>
    <w:rsid w:val="00CF245C"/>
    <w:rsid w:val="00D25EAA"/>
    <w:rsid w:val="00D67296"/>
    <w:rsid w:val="00E21FEF"/>
    <w:rsid w:val="00E42129"/>
    <w:rsid w:val="00E66724"/>
    <w:rsid w:val="00EB5DF3"/>
    <w:rsid w:val="00F1361C"/>
    <w:rsid w:val="00F814A5"/>
    <w:rsid w:val="00F85BCA"/>
    <w:rsid w:val="00FA68EA"/>
    <w:rsid w:val="00FC5F79"/>
    <w:rsid w:val="00FE5AEB"/>
    <w:rsid w:val="00FE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D0B03C1D.dotm</Template>
  <TotalTime>690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Alijafar Mousivand - LR</dc:creator>
  <cp:lastModifiedBy>Alijafar Mousivand - LR</cp:lastModifiedBy>
  <cp:revision>46</cp:revision>
  <dcterms:created xsi:type="dcterms:W3CDTF">2015-07-09T08:34:00Z</dcterms:created>
  <dcterms:modified xsi:type="dcterms:W3CDTF">2015-07-20T18:14:00Z</dcterms:modified>
</cp:coreProperties>
</file>